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CD1B3" w14:textId="77777777" w:rsidR="0060752A" w:rsidRPr="0060752A" w:rsidRDefault="0060752A" w:rsidP="0060752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0752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SARS-CoV-2/human/USA/IL-CDC-ASC210530875/2021, complete genome</w:t>
      </w:r>
    </w:p>
    <w:p w14:paraId="1B957C6C" w14:textId="77777777" w:rsidR="0060752A" w:rsidRPr="0060752A" w:rsidRDefault="0060752A" w:rsidP="0060752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0752A">
        <w:rPr>
          <w:rFonts w:ascii="ＭＳ Ｐゴシック" w:eastAsia="ＭＳ Ｐゴシック" w:hAnsi="ＭＳ Ｐゴシック" w:cs="ＭＳ Ｐゴシック"/>
          <w:kern w:val="0"/>
          <w:sz w:val="24"/>
        </w:rPr>
        <w:t>GenBank: OM033824.1</w:t>
      </w:r>
    </w:p>
    <w:p w14:paraId="50D2FE25" w14:textId="77777777" w:rsidR="0060752A" w:rsidRPr="0060752A" w:rsidRDefault="0060752A" w:rsidP="0060752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075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0752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"https://www.ncbi.nlm.nih.gov/nuccore/OM033824.1?report=fasta" </w:instrText>
      </w:r>
      <w:r w:rsidRPr="006075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0752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075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0752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075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0752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"https://www.ncbi.nlm.nih.gov/nuccore/OM033824.1?report=graph" </w:instrText>
      </w:r>
      <w:r w:rsidRPr="006075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0752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075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0752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33824.1"/>
    <w:bookmarkEnd w:id="1"/>
    <w:p w14:paraId="496CB326" w14:textId="77777777" w:rsidR="0060752A" w:rsidRPr="0060752A" w:rsidRDefault="0060752A" w:rsidP="0060752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075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0752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"https://www.ncbi.nlm.nih.gov/nuccore/OM033824.1" \l "goto2170766323_0" </w:instrText>
      </w:r>
      <w:r w:rsidRPr="006075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0752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0752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A218D3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LOCUS       OM033824               29792 bp    RNA     linear   VRL 28-DEC-2021</w:t>
      </w:r>
    </w:p>
    <w:p w14:paraId="24349EE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1C1B94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SARS-CoV-2/human/USA/IL-CDC-ASC210530875/2021, complete genome.</w:t>
      </w:r>
    </w:p>
    <w:p w14:paraId="4FEE723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ACCESSION   OM033824</w:t>
      </w:r>
    </w:p>
    <w:p w14:paraId="09A0D7D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VERSION     OM033824.1</w:t>
      </w:r>
    </w:p>
    <w:p w14:paraId="7A85127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E235F3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"https://www.ncbi.nlm.nih.gov/biosample/SAMN24343766"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SAMN24343766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E097D8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D2274A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DE0CEE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46E574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816ECB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2845C5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AD61A2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29792)</w:t>
      </w:r>
    </w:p>
    <w:p w14:paraId="72B5AFF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F2BB1B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A4E0C1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F3331F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A118A0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DE8332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FFE995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54D46F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0A9547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29792)</w:t>
      </w:r>
    </w:p>
    <w:p w14:paraId="1B19488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400E00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09E423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25FB04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BFB056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80C6B9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F88216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477147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(27-DEC-2021) Respiratory Viruses Branch, Division of</w:t>
      </w:r>
    </w:p>
    <w:p w14:paraId="2758BFB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12C0C3C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82458E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33824.1"/>
      <w:bookmarkEnd w:id="2"/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573700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689EB6A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2BD12DE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2DAFAF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33824.1"/>
      <w:bookmarkEnd w:id="3"/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5D9CB5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1..29792</w:t>
      </w:r>
    </w:p>
    <w:p w14:paraId="3F5A8FA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045418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BF06FD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1FED4E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/isolate="SARS-CoV-2/human/USA/IL-CDC-ASC210530875/2021"</w:t>
      </w:r>
    </w:p>
    <w:p w14:paraId="083BA22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72C8770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F8B1E9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22233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Illinois"</w:t>
      </w:r>
    </w:p>
    <w:p w14:paraId="23AD8E9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/collection_date="2021-12-08"</w:t>
      </w:r>
    </w:p>
    <w:p w14:paraId="5444AEC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"https://www.ncbi.nlm.nih.gov/nuccore/OM033824.1?from=241&amp;to=21518"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69F27D7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C3D7E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"https://www.ncbi.nlm.nih.gov/nuccore/OM033824.1?location=241:13431,13431:21518"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723FAAE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8CAA9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279967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8DEF6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92627A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"https://www.ncbi.nlm.nih.gov/protein/2170766324"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UHR08562.1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CBCDF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0AA561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1B4F7B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68FCEA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5F84FE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21D822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117892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EF4AB3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B58B92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5C460D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9C3F71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DEBF9A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0D5B85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20DA37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044FF7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209865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274CAF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59A76F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71D38FE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C44F33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C32DAA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5FAD41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2A762A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A7F800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85F2F3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6A3EE7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9FFDA4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766364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73D232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F795A9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D95362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04AAA0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B6A2CD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347A4A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E836AA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29FBBC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4F26CD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34782B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96ED9A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CA0014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15EE4E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0813EE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956DF7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4C8817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B1BC83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3DD985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72AF73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65A9AC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CF074B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FB9B78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2C3120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097A22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433DB6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474CB5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FAAC3E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529ED7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489220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BEAB71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67FAE3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B4AAC4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1ABFD9D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D15C45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71AC56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914D5C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F5A958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12637A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231C7B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AC7FE0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569B85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3D09BC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4F5A69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F03F12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5463A6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23B834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027BF9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FEDCF4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136E03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1457C7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1C5E30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FA3B46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64B942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C7E73E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A3059E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BF6B51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28ECF1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BAC3A3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942300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B39C46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22F816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384F15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E2A652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B78446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FE4906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E83FA8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8301CA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8C7672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4CCA65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A15744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4199AA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54E1B7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08032D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12B4C0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451188C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CB9366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867D2E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2137D9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0C65D1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4EDA3D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BB2D48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68F520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34A7F0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BF7267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38CCDE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BC2C80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A81144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4F3D02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885DC6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2666DD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E915B1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960C7B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0D9A39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86502D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629B92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9B20ED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"https://www.ncbi.nlm.nih.gov/protein/UHR08562.1?from=1&amp;to=180"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EEF8AE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B04FA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4EC993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"https://www.ncbi.nlm.nih.gov/protein/UHR08562.1?from=181&amp;to=818"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3BE2A1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60C7C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8DD3C4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"https://www.ncbi.nlm.nih.gov/protein/UHR08562.1?from=819&amp;to=2762"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A5ECDA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0479A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0BBCA6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"https://www.ncbi.nlm.nih.gov/protein/UHR08562.1?from=2763&amp;to=3262"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5F51410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38F22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2AD992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"https://www.ncbi.nlm.nih.gov/protein/UHR08562.1?from=3263&amp;to=3568"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38D8693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49683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82F6B1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"https://www.ncbi.nlm.nih.gov/protein/UHR08562.1?from=3569&amp;to=3855"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E2BD67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CEE11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59E8EC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"https://www.ncbi.nlm.nih.gov/protein/UHR08562.1?from=3856&amp;to=3938"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ED8CE4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6D322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3E2B131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"https://www.ncbi.nlm.nih.gov/protein/UHR08562.1?from=3939&amp;to=4136"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588F18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A60E5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A814B6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"https://www.ncbi.nlm.nih.gov/protein/UHR08562.1?from=4137&amp;to=4249"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6D370E9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3815C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6A7E8B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"https://www.ncbi.nlm.nih.gov/protein/UHR08562.1?from=4250&amp;to=4388"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298106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B9D0F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991E77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"https://www.ncbi.nlm.nih.gov/protein/UHR08562.1?from=4389&amp;to=5320"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1D68F34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49D61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1A70E6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"https://www.ncbi.nlm.nih.gov/protein/UHR08562.1?from=5321&amp;to=5921"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10DFEA9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37A20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64F09E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"https://www.ncbi.nlm.nih.gov/protein/UHR08562.1?from=5922&amp;to=6448"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013CDC3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D7C00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DEFAFC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"https://www.ncbi.nlm.nih.gov/protein/UHR08562.1?from=6449&amp;to=6794"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1F3750B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1FDEB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9B0A7D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"https://www.ncbi.nlm.nih.gov/protein/UHR08562.1?from=6795&amp;to=7092"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3924B3C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10F79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5F714B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"https://www.ncbi.nlm.nih.gov/nuccore/OM033824.1?from=241&amp;to=13446"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62E2F83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5A1FB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807ED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08F98A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"https://www.ncbi.nlm.nih.gov/protein/2170766325"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UHR08563.1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E0640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E6A828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71EC23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20E4EC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9F170C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E81450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041441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2DD91C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92D4E7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A27EB4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87A81C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ED1677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27C091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4B7599A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994CE3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CB834C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1CD88A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4FFC6F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380748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20247F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C90878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FAD39D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390AC1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027F1F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77A35E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6726FA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F313A5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E9921E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3B6A19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060FAC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382CDC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C1E6CB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63DA59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607388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E113BC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62E66B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D26F08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9E5CBB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FC554E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056A31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6BC8C2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A591D8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7CF168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E9FA88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E12514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FC5477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E539A4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852DE9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E328BF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431652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601F63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44F512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1EA2A3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F61D43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717658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279F99B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0D8732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AC71E3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3DF563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9FC1A6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78ED79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DF259D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56E0CC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9EC656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CFA6AE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DE49F0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6B67BD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1BA5B0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541CBB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830241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9E5313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89DE0E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BCAA4C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81F9D4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FE2E30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E2D2D3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62D239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CBB857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"https://www.ncbi.nlm.nih.gov/protein/UHR08563.1?from=1&amp;to=180"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0FBFAB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CF6D6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9A486C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"https://www.ncbi.nlm.nih.gov/protein/UHR08563.1?from=181&amp;to=818"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7D30D8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BBE03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094AF5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"https://www.ncbi.nlm.nih.gov/protein/UHR08563.1?from=819&amp;to=2762"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23165F0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48C75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F14441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"https://www.ncbi.nlm.nih.gov/protein/UHR08563.1?from=2763&amp;to=3262"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78557B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82B8D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EFA9E4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"https://www.ncbi.nlm.nih.gov/protein/UHR08563.1?from=3263&amp;to=3568"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F97A34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6084C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CD2D54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"https://www.ncbi.nlm.nih.gov/protein/UHR08563.1?from=3569&amp;to=3855"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F4C0E5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CEA62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9C7EBF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"https://www.ncbi.nlm.nih.gov/protein/UHR08563.1?from=3856&amp;to=3938"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45B47AD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7D9333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28FA0A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"https://www.ncbi.nlm.nih.gov/protein/UHR08563.1?from=3939&amp;to=4136"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B12D2F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339B8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2E26F9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"https://www.ncbi.nlm.nih.gov/protein/UHR08563.1?from=4137&amp;to=4249"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3DF129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D95A4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068B5A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"https://www.ncbi.nlm.nih.gov/protein/UHR08563.1?from=4250&amp;to=4388"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C0D7E1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AA271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6A9AFA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"https://www.ncbi.nlm.nih.gov/protein/UHR08563.1?from=4389&amp;to=4401"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46C4C33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828A4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C00539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"https://www.ncbi.nlm.nih.gov/nuccore/OM033824.1?from=13439&amp;to=13466"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339464E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EF0A7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37070D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BA4944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"https://www.ncbi.nlm.nih.gov/nuccore/OM033824.1?from=13451&amp;to=13505"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53D97B4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5A321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43FC4F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D74FFB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"https://www.ncbi.nlm.nih.gov/nuccore/OM033824.1?from=21526&amp;to=25338"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1C8204C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2FE8AE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"https://www.ncbi.nlm.nih.gov/nuccore/OM033824.1?from=21526&amp;to=25338"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3A23B1B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6664FC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0EDD3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B490D4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"https://www.ncbi.nlm.nih.gov/protein/2170766326"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UHR08564.1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8F1A2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8EB67A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9F4DDC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1EC8F7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B483A8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CF9D0F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6D1721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2C137DB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2CB357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RLFRKSNLKPFERDISTEIYQAGNKPCNGVEGFNCYFPLRSYSFRPTYGVGHQPYRVV</w:t>
      </w:r>
    </w:p>
    <w:p w14:paraId="48CE06F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2EE268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5499A2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3ABCD7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0F54AE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1D4689F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6283FC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1233D6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FF6CA1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9B4C1D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67DCA3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2C2BFA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43E205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E6B5A7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77A3BD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"https://www.ncbi.nlm.nih.gov/nuccore/OM033824.1?from=25347&amp;to=26174"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0755C57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085992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"https://www.ncbi.nlm.nih.gov/nuccore/OM033824.1?from=25347&amp;to=26174"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20518A7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338F50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1C188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FE6616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"https://www.ncbi.nlm.nih.gov/protein/2170766327"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UHR08565.1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330B8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54DF77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B1C27C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22F3EC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987722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C339F5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"https://www.ncbi.nlm.nih.gov/nuccore/OM033824.1?from=26199&amp;to=26426"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737547B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54C1EC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"https://www.ncbi.nlm.nih.gov/nuccore/OM033824.1?from=26199&amp;to=26426"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04458B3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AFB7FF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6A358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E933DA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"https://www.ncbi.nlm.nih.gov/protein/2170766328"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UHR08566.1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B0F47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C9ED63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48DC2A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"https://www.ncbi.nlm.nih.gov/nuccore/OM033824.1?from=26477&amp;to=27145"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3D71F22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763F92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"https://www.ncbi.nlm.nih.gov/nuccore/OM033824.1?from=26477&amp;to=27145"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3159C9A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C99AA8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3043A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CA131F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"https://www.ncbi.nlm.nih.gov/protein/2170766329"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UHR08567.1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07B78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619E48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A6016F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FARTRSMWSFNPETNILLNVPLHGTILTRPLLESELVIGAVILRGHLRIAGHHLXXXX</w:t>
      </w:r>
    </w:p>
    <w:p w14:paraId="235CA22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XKDLPKEITVATSRTLSYYKLGASQRVAGDSGFAAYSRYRIGNYKLNTDHSSSSDNIA</w:t>
      </w:r>
    </w:p>
    <w:p w14:paraId="33C53EA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31027FD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"https://www.ncbi.nlm.nih.gov/nuccore/OM033824.1?from=27156&amp;to=27341"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47F0154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06D366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"https://www.ncbi.nlm.nih.gov/nuccore/OM033824.1?from=27156&amp;to=27341"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58CC358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D2E536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42B50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B282EE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"https://www.ncbi.nlm.nih.gov/protein/2170766330"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UHR08568.1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9D225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A3A970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4C0CF5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"https://www.ncbi.nlm.nih.gov/nuccore/OM033824.1?from=27348&amp;to=27713"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13DE463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138AC7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"https://www.ncbi.nlm.nih.gov/nuccore/OM033824.1?from=27348&amp;to=27713"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063DD83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D9D185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BB915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CC3278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"https://www.ncbi.nlm.nih.gov/protein/2170766331"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UHR08569.1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D0EC2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B00097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B7781F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2C14D2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"https://www.ncbi.nlm.nih.gov/nuccore/OM033824.1?from=27710&amp;to=27841"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0CBA818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A07EB2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"https://www.ncbi.nlm.nih.gov/nuccore/OM033824.1?from=27710&amp;to=27841"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4CD4886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082172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BF52C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BD6FEF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"https://www.ncbi.nlm.nih.gov/protein/2170766332"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UHR08570.1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0155A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83FB96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"https://www.ncbi.nlm.nih.gov/nuccore/OM033824.1?from=27848&amp;to=28213"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3FB8F7D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609C9E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"https://www.ncbi.nlm.nih.gov/nuccore/OM033824.1?from=27848&amp;to=28213"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30937CF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52E8FC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4DF8D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8512BF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"https://www.ncbi.nlm.nih.gov/protein/2170766333"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UHR08571.1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11BD3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C93B57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9A5D76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A4521E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"https://www.ncbi.nlm.nih.gov/nuccore/OM033824.1?from=28228&amp;to=29478"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19313C3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0E0839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"https://www.ncbi.nlm.nih.gov/nuccore/OM033824.1?from=28228&amp;to=29478"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10242D3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6E855A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A2AAF0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28869D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"https://www.ncbi.nlm.nih.gov/protein/2170766334"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UHR08572.1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514AF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7B5310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D27CBA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ABE047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6BE27D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80C330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70DB8E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47A71D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86D564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"https://www.ncbi.nlm.nih.gov/nuccore/OM033824.1?from=29503&amp;to=29619"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259415E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D19CBB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"https://www.ncbi.nlm.nih.gov/nuccore/OM033824.1?from=29503&amp;to=29619"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21A7E75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161FA1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C46B9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860903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"https://www.ncbi.nlm.nih.gov/protein/2170766335"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UHR08573.1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8A753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9BE840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"https://www.ncbi.nlm.nih.gov/nuccore/OM033824.1?from=29554&amp;to=29589"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3CDC1FB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3B89BA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C37FAA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"https://www.ncbi.nlm.nih.gov/nuccore/OM033824.1?from=29574&amp;to=29602"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4A98DB1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519370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360DA3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"https://www.ncbi.nlm.nih.gov/nuccore/OM033824.1?from=29673&amp;to=29713" </w:instrTex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752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059F4AB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B01275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64E1F0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33824.1"/>
      <w:bookmarkEnd w:id="4"/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7E09FA4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5FD37DB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4F8A9C2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1394CF9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4EEBDA3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4920844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7F80102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6EF993D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77AA9FD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67C3B0A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595C1E7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3E0A102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231B70B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6EC07C5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696FF21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06A77BB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624275D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2AAEDEA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11A116B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6BF261F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4CA4627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5962829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3339A5E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459DE20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54F554A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62BE4FC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3A078AD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4E6541A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1D937ED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3E754D7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352A1F9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2C0A5DF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24C28C9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5699475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51539CF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0FB8A17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3916485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26E2E93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6A1A674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11F90FB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1ADDDD0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4C74B8F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34E9E09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0B5A8F9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2C42B82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169F30B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741BDA8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6B9C54C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676D0C0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5D72D86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19E5F22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2587246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4C8D18C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5BFD5AF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2196D40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3250C96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604BBC2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547EEDE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247A864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0B7EEC5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1F3DEAE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256947D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52F66F4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5317E50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56B9855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263D785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1F3E15E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2BDBA55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2462298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64E0321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07EE03C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5113D35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009EA51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613034F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116C471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01EF0EA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4B10D37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5F8E213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6A9C9A9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14E440E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139A4C1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2165B8F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5676A94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214A2F0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35FA74D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6460FB0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778BFC3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505873D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6C601A0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3DD3571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6FC19B9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cttgaacgtt gtgtgtaaaa cttgtggaca acagcagaca</w:t>
      </w:r>
    </w:p>
    <w:p w14:paraId="717C036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3D9C060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259EF7A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5E8FB0B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497B174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1239AF0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49FB7E8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5031A74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1BEA5AE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08AD43A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7A09364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4E7549F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04A37DD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0F1F9DA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4AEF4BB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5938424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5E52C03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27A4901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6F3980B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0C0C316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4ACFB0A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1CB8E30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7BE9DCF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55CE67F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6A76403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558AA2F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429B033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4FD86B1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3C913E1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2B074E3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52519D9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201716A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30CDB18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5E1F86B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7A80070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1C9B5F2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0F9D53E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21A963E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7A6A15E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52D6B38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11B22AD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7B2364E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17E3057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7B54FFA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06E021E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5F806C6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5CCBD06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120724F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3720C80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7FA6A14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368576A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3926EE6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2595465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6AB8CF7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4EFC3A8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3D5F657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0FC4D7E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0D9AB56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032EAC2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3090202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242F326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41AE1C1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4F77B94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3F0BB15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3E9FE4B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17165FE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506AF55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325205A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0FB0DB9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0EE4577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68FB570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0D4589B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3FC229B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16C66C2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5530E45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4FB5EB2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110BEEF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11DA8C5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0846919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164C193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0070E24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05A64CB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57DA9AF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7877024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08A00A0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7EADA87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672431E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729C052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667F4C0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3C94FA9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3A5D6BD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2CFEBE7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43DCDCC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0B0D9A9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23EFD7A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43315B9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792961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2D9547C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52EF591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433978E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0EDF526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28697DF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7211E47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33776A0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072A4CB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7CCD72E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70BDD5C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3DBEB5E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5855B9A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6BBF5DB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277ACB2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2CCFC43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39A795A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6D23E99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15C48D1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30645E9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158D1D5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61ABA10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104E084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1CA13BA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7079582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7A384AC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5C9A8AF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2FD10BC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01BCBA8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404D084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6643D5A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53683F2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614CCDE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5A84235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A4C5CD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7E93036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68F5F84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3F41C93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59D19A5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591A3D5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5EB00E9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232D9F5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28467B3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32F19FB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7A88BB7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6A8CC6D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35B4A3E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6E01D76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57B13A2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4510926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27CD680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0E1C18D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66F1396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4F34340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20BDDEC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2F18E63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6943B47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656F7B8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00E276E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0AF96B9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1DA1659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53C3EA4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1DFF646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69BB5A7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538B91E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2C68331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347DB93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5637A9C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307A257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58FC3A1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5F4C975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18568D1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4B6EA25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6E55A86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672B8E3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0CFB3FA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1DC6A11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681E057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62C526A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406804B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7189E7F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52943EB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1C3648B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69919A8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11E32B4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52FF252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2140CFB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4E6C653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2F738D0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7EF6192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42302F0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4D8835F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7D8B478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6344F1F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670399C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102F233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7B679A9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50A3C03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3511108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6AB33CF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7936C59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4547275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55BD2D9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558BC74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6E6920E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521FE82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2D1AF14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7DA6C59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01F851A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2E608AD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48BB55E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55DAD90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47C3D8A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3F5B379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9715DA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7D236EF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5363FD2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3DF28BE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1CEE814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04E3330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1B29550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1BAFE44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45D65A5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4B551C9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1B379EC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3FD3402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2650649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7530DC6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6E8582C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12F6572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0F7AEED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7A2A000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3850F14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144502B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3685083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2899A7A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29C1CB4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0A9FFDD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36DA10E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66C721B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006470D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2849FDB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39980B6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18F9A10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3BA2FE4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7702C6B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408EF05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46A61AF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D65FAE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7C585DF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6518CC8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036B392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437B518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6CF4484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7286365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21DEAFF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7710ADC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55E6B2F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0E6C45F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6AC3AF0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701D704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34697FD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4E59C3A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64B3BD2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5E6B5E3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5809A1B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048EE05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7841868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04D1EA5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0417DF9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22E9E22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019699E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099B570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2765DFF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0A4EC05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0A35C07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4B25FBF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0B40540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3DE3E37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6A990C3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0C7578B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11A5A25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1A516F2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4121B73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457F35A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3C399AF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08F9B22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6E34F25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0040C6F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501E051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2AB70E6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4BAFE6E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363AC85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0824C54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05B1824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gtgttgaagg ttttaattgt</w:t>
      </w:r>
    </w:p>
    <w:p w14:paraId="05DE86F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44ECE15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4E8E7DA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4B76895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1D7EBD9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223D446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2375A30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72FCBA5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64861B5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07D389D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595B972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29C3A1A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511CF9E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5FACE1C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065E394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67C741A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622EE26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3BB1A7B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297B3CA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77D3404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7E5549D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28FFA97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7315B9C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23862A2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6D0B8F4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6F85703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6D2EAF8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33113EF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37A8562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4FFCFAC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372D15A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57A5A44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089D13F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0D14879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67A3361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7B5E5EE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6E6BA24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323C657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520D559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6498F65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5B2E5C5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1C984F9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1A3133B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6C9A86C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7F30F46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141C0BB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12FA93F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320C64A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207ED57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3CCF9B1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037E3E1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1D20C5A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0D4C8F7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4D276C6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7C7614B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590588E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44619FE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7040D55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02450B5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2DD13DB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4F39239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5E16683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1CA8C71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11EAB7A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7493D2D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660C47C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002AE787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tctagnnnnn nnnnnnntca aggacctgcc taaagaaatc actgttgcta catcacgaac</w:t>
      </w:r>
    </w:p>
    <w:p w14:paraId="0900E30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0212A49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20401DC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56C3B82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2D7BF3E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0749A37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2F0FDF7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0EFBF780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7352B03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463FB34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14CCAD2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0B1B007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25EDAC8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2A005B9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6AC73BB9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784B100E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72B3DFF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79A51DA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4E6FEF7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37430ABD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21FFD25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6E346F9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6CA947C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35343E7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304C4D1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7A36559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117EE484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4C11614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51CD21D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4598923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092E490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4FB3A35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398D799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037DCEC1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0C71672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758E2C7C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6A4D868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3B2F086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1662B1C3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634A44DA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3340562F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46370DA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4912E168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745E3FA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5EBCC095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0A3508F2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2FA4E636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</w:t>
      </w:r>
    </w:p>
    <w:p w14:paraId="6420653B" w14:textId="77777777" w:rsidR="0060752A" w:rsidRPr="0060752A" w:rsidRDefault="0060752A" w:rsidP="0060752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752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342EF1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52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0752A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2C7A92"/>
  <w15:chartTrackingRefBased/>
  <w15:docId w15:val="{CCA1494C-4AB1-0C4D-87F8-40E3C8023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3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3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4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9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50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10906</Words>
  <Characters>62168</Characters>
  <Application>Microsoft Office Word</Application>
  <DocSecurity>0</DocSecurity>
  <Lines>518</Lines>
  <Paragraphs>145</Paragraphs>
  <ScaleCrop>false</ScaleCrop>
  <Company/>
  <LinksUpToDate>false</LinksUpToDate>
  <CharactersWithSpaces>72929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2023-01-27T12:06:00Z</dcterms:created>
  <dcterms:modified xsi:type="dcterms:W3CDTF">2023-01-27T12:06:00Z</dcterms:modified>
</cp:coreProperties>
</file>